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EA" w:rsidRDefault="000F7FAC" w:rsidP="007051FA">
      <w:pPr>
        <w:ind w:left="0"/>
      </w:pPr>
      <w:bookmarkStart w:id="0" w:name="_GoBack"/>
      <w:bookmarkEnd w:id="0"/>
    </w:p>
    <w:sectPr w:rsidR="00335DEA" w:rsidSect="007051F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AC"/>
    <w:rsid w:val="00007A28"/>
    <w:rsid w:val="00045EAA"/>
    <w:rsid w:val="000F7FAC"/>
    <w:rsid w:val="001129E1"/>
    <w:rsid w:val="00497360"/>
    <w:rsid w:val="00506F76"/>
    <w:rsid w:val="00553926"/>
    <w:rsid w:val="005A49EF"/>
    <w:rsid w:val="00616D9A"/>
    <w:rsid w:val="00643978"/>
    <w:rsid w:val="00696132"/>
    <w:rsid w:val="006D2132"/>
    <w:rsid w:val="007051FA"/>
    <w:rsid w:val="007478A6"/>
    <w:rsid w:val="00827AB9"/>
    <w:rsid w:val="00863251"/>
    <w:rsid w:val="008B5069"/>
    <w:rsid w:val="008B66A6"/>
    <w:rsid w:val="008D508F"/>
    <w:rsid w:val="0095246F"/>
    <w:rsid w:val="009D146C"/>
    <w:rsid w:val="009F361F"/>
    <w:rsid w:val="00AF33F3"/>
    <w:rsid w:val="00B11C61"/>
    <w:rsid w:val="00B56786"/>
    <w:rsid w:val="00B75979"/>
    <w:rsid w:val="00BD0ABF"/>
    <w:rsid w:val="00BE274C"/>
    <w:rsid w:val="00BE36C8"/>
    <w:rsid w:val="00C2281F"/>
    <w:rsid w:val="00CA740A"/>
    <w:rsid w:val="00CB1DA0"/>
    <w:rsid w:val="00CB6F25"/>
    <w:rsid w:val="00CD735D"/>
    <w:rsid w:val="00CF469A"/>
    <w:rsid w:val="00CF4F97"/>
    <w:rsid w:val="00D85860"/>
    <w:rsid w:val="00DB4460"/>
    <w:rsid w:val="00DD2DAF"/>
    <w:rsid w:val="00EA5E06"/>
    <w:rsid w:val="00EE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mov\Documents\My%20Practice%20Files\Word\Mail%20merge%20I-%20Use%20mail%20merge%20for%20mass%20mailing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Mail merge I- Use mail merge for mass mailings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Слияние I. Занятие 3</vt:lpstr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2012-10-14T17:28:00Z</dcterms:created>
  <dcterms:modified xsi:type="dcterms:W3CDTF">2012-10-14T17:28:00Z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RH102778161049</vt:lpwstr>
  </property>
</Properties>
</file>